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049" w:rsidRDefault="00BB6049" w:rsidP="00BB6049">
      <w:pPr>
        <w:rPr>
          <w:sz w:val="44"/>
          <w:szCs w:val="44"/>
        </w:rPr>
      </w:pPr>
      <w:r>
        <w:t xml:space="preserve">               </w:t>
      </w:r>
    </w:p>
    <w:p w:rsidR="00BB6049" w:rsidRPr="00BB6049" w:rsidRDefault="00BB6049" w:rsidP="00BB6049">
      <w:pPr>
        <w:rPr>
          <w:color w:val="00B050"/>
          <w:sz w:val="56"/>
          <w:szCs w:val="56"/>
        </w:rPr>
      </w:pPr>
      <w:r w:rsidRPr="00BB6049">
        <w:rPr>
          <w:color w:val="00B050"/>
          <w:sz w:val="56"/>
          <w:szCs w:val="56"/>
        </w:rPr>
        <w:t xml:space="preserve">                 My character</w:t>
      </w:r>
    </w:p>
    <w:p w:rsidR="00BB6049" w:rsidRPr="00BB6049" w:rsidRDefault="00BB6049" w:rsidP="00BB6049">
      <w:pPr>
        <w:rPr>
          <w:color w:val="FF0000"/>
          <w:sz w:val="56"/>
          <w:szCs w:val="56"/>
        </w:rPr>
      </w:pPr>
      <w:r w:rsidRPr="00BB6049">
        <w:rPr>
          <w:sz w:val="56"/>
          <w:szCs w:val="56"/>
        </w:rPr>
        <w:t xml:space="preserve">                </w:t>
      </w:r>
      <w:r w:rsidRPr="00BB6049">
        <w:rPr>
          <w:color w:val="FF0000"/>
          <w:sz w:val="56"/>
          <w:szCs w:val="56"/>
        </w:rPr>
        <w:t>Description</w:t>
      </w:r>
    </w:p>
    <w:p w:rsidR="00BB6049" w:rsidRPr="00BB6049" w:rsidRDefault="00BB6049" w:rsidP="00BB6049">
      <w:pPr>
        <w:rPr>
          <w:color w:val="FF0000"/>
        </w:rPr>
      </w:pPr>
      <w:r w:rsidRPr="00BB6049">
        <w:rPr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6FBD373C" wp14:editId="48FCDF26">
            <wp:simplePos x="0" y="0"/>
            <wp:positionH relativeFrom="column">
              <wp:posOffset>904875</wp:posOffset>
            </wp:positionH>
            <wp:positionV relativeFrom="paragraph">
              <wp:posOffset>111760</wp:posOffset>
            </wp:positionV>
            <wp:extent cx="2470150" cy="3705225"/>
            <wp:effectExtent l="0" t="0" r="6350" b="9525"/>
            <wp:wrapSquare wrapText="bothSides"/>
            <wp:docPr id="1" name="Picture 1" descr="http://stylefrizz.com/img/johnny-depp-mad-hatter-burton-wonder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ylefrizz.com/img/johnny-depp-mad-hatter-burton-wonderlan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0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B6049" w:rsidRDefault="00BB6049" w:rsidP="00BB6049"/>
    <w:p w:rsidR="00BB6049" w:rsidRDefault="00BB6049" w:rsidP="00BB6049"/>
    <w:p w:rsidR="006343CF" w:rsidRDefault="00BB6049" w:rsidP="00BB6049">
      <w:r>
        <w:br w:type="textWrapping" w:clear="all"/>
      </w:r>
    </w:p>
    <w:p w:rsidR="00BB6049" w:rsidRDefault="00BB6049" w:rsidP="00BB6049"/>
    <w:p w:rsidR="00BB6049" w:rsidRPr="00BB6049" w:rsidRDefault="00BB6049" w:rsidP="00BB6049">
      <w:pPr>
        <w:rPr>
          <w:color w:val="33CC33"/>
          <w:sz w:val="32"/>
          <w:szCs w:val="32"/>
        </w:rPr>
      </w:pPr>
      <w:r>
        <w:rPr>
          <w:color w:val="33CC33"/>
          <w:sz w:val="32"/>
          <w:szCs w:val="32"/>
        </w:rPr>
        <w:t xml:space="preserve">The mad hatter is a clown to trick someone. His pale white skin feels like a pebble. This fellow clown is a joker. His face </w:t>
      </w:r>
      <w:r w:rsidR="00BA5C86">
        <w:rPr>
          <w:color w:val="33CC33"/>
          <w:sz w:val="32"/>
          <w:szCs w:val="32"/>
        </w:rPr>
        <w:t xml:space="preserve">looks like iron. His fiery hot hair tastes like corn chips. </w:t>
      </w:r>
      <w:proofErr w:type="gramStart"/>
      <w:r w:rsidR="00BA5C86">
        <w:rPr>
          <w:color w:val="33CC33"/>
          <w:sz w:val="32"/>
          <w:szCs w:val="32"/>
        </w:rPr>
        <w:t>The smell of his teeth smell like spit.</w:t>
      </w:r>
      <w:proofErr w:type="gramEnd"/>
      <w:r w:rsidR="00BA5C86">
        <w:rPr>
          <w:color w:val="33CC33"/>
          <w:sz w:val="32"/>
          <w:szCs w:val="32"/>
        </w:rPr>
        <w:t xml:space="preserve"> He tastes like garbage.</w:t>
      </w:r>
      <w:bookmarkStart w:id="0" w:name="_GoBack"/>
      <w:bookmarkEnd w:id="0"/>
      <w:r>
        <w:rPr>
          <w:color w:val="33CC33"/>
          <w:sz w:val="32"/>
          <w:szCs w:val="32"/>
        </w:rPr>
        <w:t xml:space="preserve"> </w:t>
      </w:r>
    </w:p>
    <w:sectPr w:rsidR="00BB6049" w:rsidRPr="00BB60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049"/>
    <w:rsid w:val="006343CF"/>
    <w:rsid w:val="00BA5C86"/>
    <w:rsid w:val="00BB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6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0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6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6ECD0882</Template>
  <TotalTime>14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2011-05-26T01:11:00Z</dcterms:created>
  <dcterms:modified xsi:type="dcterms:W3CDTF">2011-05-26T01:25:00Z</dcterms:modified>
</cp:coreProperties>
</file>